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Ind w:w="108" w:type="dxa"/>
        <w:tblLook w:val="04A0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371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ГЕОГРАФИЈА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  <w:r w:rsidR="00392B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ШКОЛА:</w:t>
            </w:r>
            <w:r w:rsidR="00392B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F75CBA" w:rsidRDefault="003321C2" w:rsidP="003F2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392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F75C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3466C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75CBA" w:rsidRP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Западна, Централна и Источна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CBA" w:rsidRP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75CBA">
              <w:rPr>
                <w:rFonts w:ascii="Times New Roman" w:hAnsi="Times New Roman" w:cs="Times New Roman"/>
                <w:sz w:val="24"/>
                <w:szCs w:val="24"/>
              </w:rPr>
              <w:t>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A77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</w:t>
            </w:r>
            <w:r w:rsidR="00F75CB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5371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F75CBA" w:rsidRP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тврдити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CBA" w:rsidRP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географске одлике Западн</w:t>
            </w:r>
            <w:r w:rsid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 Централне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Источне Африке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371B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 w:rsidRPr="005371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3F2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тврђив</w:t>
            </w:r>
            <w:r w:rsidR="00B05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 и поређење географс</w:t>
            </w:r>
            <w:r w:rsidR="003F2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ких одлика три регије Африке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 w:rsidRPr="005371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5371BD" w:rsidRDefault="005371B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</w:t>
            </w:r>
          </w:p>
          <w:p w:rsidR="00670648" w:rsidRDefault="00670648" w:rsidP="00E34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завршетку часа ученик ће бити у стању да:</w:t>
            </w:r>
          </w:p>
          <w:p w:rsidR="00477034" w:rsidRPr="007879E4" w:rsidRDefault="00477034" w:rsidP="00477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упореди географске одлике Западне, Централне и Источне </w:t>
            </w:r>
            <w:r w:rsidRPr="007879E4">
              <w:rPr>
                <w:rFonts w:ascii="Times New Roman" w:hAnsi="Times New Roman" w:cs="Times New Roman"/>
                <w:sz w:val="24"/>
                <w:szCs w:val="24"/>
              </w:rPr>
              <w:t>Африке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61E" w:rsidRPr="00477034" w:rsidRDefault="00477034" w:rsidP="00477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3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изврши </w:t>
            </w:r>
            <w:r w:rsidRPr="00477034">
              <w:rPr>
                <w:rFonts w:ascii="Times New Roman" w:hAnsi="Times New Roman" w:cs="Times New Roman"/>
                <w:sz w:val="24"/>
                <w:szCs w:val="24"/>
              </w:rPr>
              <w:t xml:space="preserve">поређење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основних географских </w:t>
            </w:r>
            <w:r w:rsidRPr="00477034">
              <w:rPr>
                <w:rFonts w:ascii="Times New Roman" w:hAnsi="Times New Roman" w:cs="Times New Roman"/>
                <w:sz w:val="24"/>
                <w:szCs w:val="24"/>
              </w:rPr>
              <w:t>одлика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регије на карти </w:t>
            </w:r>
            <w:r w:rsidRPr="00477034">
              <w:rPr>
                <w:rFonts w:ascii="Times New Roman" w:hAnsi="Times New Roman" w:cs="Times New Roman"/>
                <w:sz w:val="24"/>
                <w:szCs w:val="24"/>
              </w:rPr>
              <w:t>Африке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5371BD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B059A2" w:rsidRPr="00B059A2" w:rsidRDefault="00B059A2" w:rsidP="00B059A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ГЕ1.1.3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репознаје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чита географске и допунске елементе карте </w:t>
            </w:r>
            <w:r w:rsidR="003F2634" w:rsidRPr="003F2634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3F2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чита називе острва, рељефних целина, река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држава и градова Западне,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Источне </w:t>
            </w:r>
            <w:r w:rsidR="005371BD">
              <w:rPr>
                <w:rFonts w:ascii="Times New Roman" w:eastAsia="Calibri" w:hAnsi="Times New Roman" w:cs="Times New Roman"/>
                <w:sz w:val="24"/>
                <w:szCs w:val="24"/>
              </w:rPr>
              <w:t>Африке</w:t>
            </w:r>
          </w:p>
          <w:p w:rsidR="00B059A2" w:rsidRPr="00B059A2" w:rsidRDefault="00B059A2" w:rsidP="00E3469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59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ГЕ1.4.2. 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репознаје основне природ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 и друштвене одлике Западне, 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Централне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Источне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Африке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B059A2" w:rsidRPr="00B059A2" w:rsidRDefault="00B059A2" w:rsidP="00B059A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ГЕ2.1.2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дређује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положај места и тачака на географској карти –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острва, рељефних целина,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река, држава и градова Западне,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Централне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Источне </w:t>
            </w:r>
            <w:r w:rsidR="000F1C8C">
              <w:rPr>
                <w:rFonts w:ascii="Times New Roman" w:eastAsia="Calibri" w:hAnsi="Times New Roman" w:cs="Times New Roman"/>
                <w:sz w:val="24"/>
                <w:szCs w:val="24"/>
              </w:rPr>
              <w:t>Африке</w:t>
            </w:r>
          </w:p>
          <w:p w:rsidR="00B059A2" w:rsidRPr="00B059A2" w:rsidRDefault="00B059A2" w:rsidP="00B059A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ГЕ2.1.4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риказује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понуђене географске елементе на немој кар</w:t>
            </w:r>
            <w:r w:rsidR="000F1C8C">
              <w:rPr>
                <w:rFonts w:ascii="Times New Roman" w:eastAsia="Calibri" w:hAnsi="Times New Roman" w:cs="Times New Roman"/>
                <w:sz w:val="24"/>
                <w:szCs w:val="24"/>
              </w:rPr>
              <w:t>ти, графикону, табели или схеми</w:t>
            </w:r>
          </w:p>
          <w:p w:rsidR="00B059A2" w:rsidRPr="00B059A2" w:rsidRDefault="00B059A2" w:rsidP="00B059A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ГЕ2.4.2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писује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дне и друштвене одлике Западне, 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Источне </w:t>
            </w:r>
            <w:r w:rsidR="005371BD">
              <w:rPr>
                <w:rFonts w:ascii="Times New Roman" w:eastAsia="Calibri" w:hAnsi="Times New Roman" w:cs="Times New Roman"/>
                <w:sz w:val="24"/>
                <w:szCs w:val="24"/>
              </w:rPr>
              <w:t>Африке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B059A2" w:rsidRPr="00B059A2" w:rsidRDefault="00B059A2" w:rsidP="00B059A2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ГЕ3.1.1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нализира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географску карту и пореди географски положај Западне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Источне 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Африке и доноси з</w:t>
            </w:r>
            <w:r w:rsidR="000F1C8C">
              <w:rPr>
                <w:rFonts w:ascii="Times New Roman" w:eastAsia="Calibri" w:hAnsi="Times New Roman" w:cs="Times New Roman"/>
                <w:sz w:val="24"/>
                <w:szCs w:val="24"/>
              </w:rPr>
              <w:t>акључке о сличности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ма</w:t>
            </w:r>
            <w:r w:rsidR="000F1C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разликама</w:t>
            </w:r>
          </w:p>
          <w:p w:rsidR="00664F16" w:rsidRPr="00B059A2" w:rsidRDefault="00B059A2" w:rsidP="00392BD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ГЕ3.4.3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92BD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proofErr w:type="spellStart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бјашњава</w:t>
            </w:r>
            <w:proofErr w:type="spellEnd"/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ске везе и законитости Западне ,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Источне </w:t>
            </w:r>
            <w:r w:rsidRPr="00B059A2">
              <w:rPr>
                <w:rFonts w:ascii="Times New Roman" w:eastAsia="Calibri" w:hAnsi="Times New Roman" w:cs="Times New Roman"/>
                <w:sz w:val="24"/>
                <w:szCs w:val="24"/>
              </w:rPr>
              <w:t>Африке упоре</w:t>
            </w:r>
            <w:r w:rsidR="005371BD">
              <w:rPr>
                <w:rFonts w:ascii="Times New Roman" w:eastAsia="Calibri" w:hAnsi="Times New Roman" w:cs="Times New Roman"/>
                <w:sz w:val="24"/>
                <w:szCs w:val="24"/>
              </w:rPr>
              <w:t>ђујући њихове географске одлике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B05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5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DD61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илустративно-демонстрациона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3466C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џбеник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географије, Географски атлас </w:t>
            </w:r>
            <w:r w:rsidR="000F1C8C" w:rsidRP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издање Завод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уџбенике, Београд, Вежбанка за гео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графију 7.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разред (неме карте)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издање Завод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</w:t>
            </w:r>
            <w:r w:rsidR="00B05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5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Београд, зидна карта Африке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371BD" w:rsidP="00392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371B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B059A2" w:rsidP="00E05F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ученицима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ће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рврђивањ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усвојености знања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Западној, Централној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Источној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фрици извршит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немој карти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сахарске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Вежбанци (стр. 25).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припреме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вежбанке,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бојице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фломастере.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5A577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наставне листиће са задацим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на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немој карти Подсахарске Африке.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Ученици припремају Вежбанку и потр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бни прибор и приступају раду.</w:t>
            </w:r>
            <w:bookmarkStart w:id="0" w:name="_GoBack"/>
            <w:bookmarkEnd w:id="0"/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Прво </w:t>
            </w:r>
            <w:r w:rsidR="00B05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реба да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ураде тражени задатак на немој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карти,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онда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деће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задатке: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црвеном линијом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регија Западн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Централн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чкасти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менују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највишу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планину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Африке;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жутим површинским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 озна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највеће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Африке;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зеленим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површинским знаком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тиненталну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Централне А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фрике;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шрафуром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</w:t>
            </w:r>
            <w:r w:rsidR="004248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најмногољуднију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Африке;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1BD" w:rsidRPr="005371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бројевима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</w:t>
            </w:r>
            <w:r w:rsidR="004248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највеће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језеро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Африке,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најзапад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острвску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Африке,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државу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Екваторијална Гвинеја,</w:t>
            </w:r>
          </w:p>
          <w:p w:rsidR="005A577D" w:rsidRDefault="00392BDD" w:rsidP="005A57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4.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делту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Нигер,</w:t>
            </w:r>
          </w:p>
          <w:p w:rsidR="005A577D" w:rsidRPr="00545C96" w:rsidRDefault="00392BDD" w:rsidP="00A77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5A5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5.</w:t>
            </w:r>
            <w:r w:rsidR="000F1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највећи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дски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центар Централне Африке.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5371B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296A97" w:rsidP="003466C7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Прикупљамо вежбанке од ученика да б</w:t>
            </w:r>
            <w:r w:rsidR="00384A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исмо их оценили и следећи </w:t>
            </w:r>
            <w:r w:rsidR="003466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 саопштили и</w:t>
            </w:r>
            <w:r w:rsidR="00392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образложили оцене.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392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606767" w:rsidRPr="00296A97" w:rsidRDefault="00392BD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3466C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</w:t>
            </w:r>
          </w:p>
        </w:tc>
      </w:tr>
    </w:tbl>
    <w:p w:rsidR="00B83677" w:rsidRDefault="00B83677" w:rsidP="00E3469D">
      <w:pPr>
        <w:rPr>
          <w:lang w:val="ru-RU"/>
        </w:rPr>
      </w:pPr>
    </w:p>
    <w:p w:rsidR="00B83677" w:rsidRDefault="00B83677" w:rsidP="00E3469D">
      <w:pPr>
        <w:rPr>
          <w:lang w:val="ru-RU"/>
        </w:rPr>
      </w:pPr>
    </w:p>
    <w:p w:rsidR="00B83677" w:rsidRDefault="00B83677" w:rsidP="00E3469D">
      <w:pPr>
        <w:rPr>
          <w:lang w:val="ru-RU"/>
        </w:rPr>
      </w:pPr>
    </w:p>
    <w:sectPr w:rsidR="00B83677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038E4"/>
    <w:multiLevelType w:val="hybridMultilevel"/>
    <w:tmpl w:val="62D281A8"/>
    <w:lvl w:ilvl="0" w:tplc="DE587754">
      <w:start w:val="19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BA107D"/>
    <w:rsid w:val="000D1454"/>
    <w:rsid w:val="000D3331"/>
    <w:rsid w:val="000F1C8C"/>
    <w:rsid w:val="00177289"/>
    <w:rsid w:val="001C6C13"/>
    <w:rsid w:val="002365E8"/>
    <w:rsid w:val="00296A97"/>
    <w:rsid w:val="003321C2"/>
    <w:rsid w:val="003466C7"/>
    <w:rsid w:val="00384AAE"/>
    <w:rsid w:val="00391413"/>
    <w:rsid w:val="00392BDD"/>
    <w:rsid w:val="003F0A78"/>
    <w:rsid w:val="003F1D6D"/>
    <w:rsid w:val="003F2634"/>
    <w:rsid w:val="00417219"/>
    <w:rsid w:val="0042484A"/>
    <w:rsid w:val="00466279"/>
    <w:rsid w:val="00477034"/>
    <w:rsid w:val="004C7CD5"/>
    <w:rsid w:val="005371BD"/>
    <w:rsid w:val="00545C96"/>
    <w:rsid w:val="005A384A"/>
    <w:rsid w:val="005A577D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2574"/>
    <w:rsid w:val="00A17F87"/>
    <w:rsid w:val="00A45210"/>
    <w:rsid w:val="00A47E59"/>
    <w:rsid w:val="00A776B7"/>
    <w:rsid w:val="00A96009"/>
    <w:rsid w:val="00AB78A4"/>
    <w:rsid w:val="00B05604"/>
    <w:rsid w:val="00B059A2"/>
    <w:rsid w:val="00B37DAE"/>
    <w:rsid w:val="00B80B22"/>
    <w:rsid w:val="00B83677"/>
    <w:rsid w:val="00BA107D"/>
    <w:rsid w:val="00BF20E4"/>
    <w:rsid w:val="00C242A4"/>
    <w:rsid w:val="00C379D6"/>
    <w:rsid w:val="00C70D9C"/>
    <w:rsid w:val="00C81044"/>
    <w:rsid w:val="00CC0911"/>
    <w:rsid w:val="00D0461E"/>
    <w:rsid w:val="00D06E6F"/>
    <w:rsid w:val="00DB7062"/>
    <w:rsid w:val="00DD6173"/>
    <w:rsid w:val="00DE65D7"/>
    <w:rsid w:val="00E05F7F"/>
    <w:rsid w:val="00E23A88"/>
    <w:rsid w:val="00E3469D"/>
    <w:rsid w:val="00E4334D"/>
    <w:rsid w:val="00F05659"/>
    <w:rsid w:val="00F137B9"/>
    <w:rsid w:val="00F57D30"/>
    <w:rsid w:val="00F75CBA"/>
    <w:rsid w:val="00FF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A7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Normalnatabela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sussalistom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3F263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F263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F2634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F263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F2634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F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F2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2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6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6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6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A2280-3A81-435D-A5DA-AF914C78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40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Andrea Kekić</cp:lastModifiedBy>
  <cp:revision>18</cp:revision>
  <dcterms:created xsi:type="dcterms:W3CDTF">2020-08-23T08:55:00Z</dcterms:created>
  <dcterms:modified xsi:type="dcterms:W3CDTF">2020-09-02T11:36:00Z</dcterms:modified>
</cp:coreProperties>
</file>